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96CE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2A7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E89A8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72AB3">
        <w:rPr>
          <w:rFonts w:ascii="Corbel" w:hAnsi="Corbel"/>
          <w:i/>
          <w:smallCaps/>
          <w:sz w:val="24"/>
          <w:szCs w:val="24"/>
        </w:rPr>
        <w:t>2021/2022 – 2025/2026</w:t>
      </w:r>
    </w:p>
    <w:p w14:paraId="387CDBF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90EC7E1" w14:textId="40F57C9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7E1C9D">
        <w:rPr>
          <w:rFonts w:ascii="Corbel" w:hAnsi="Corbel"/>
          <w:sz w:val="20"/>
          <w:szCs w:val="20"/>
        </w:rPr>
        <w:t>2025/2026</w:t>
      </w:r>
      <w:bookmarkStart w:id="0" w:name="_GoBack"/>
      <w:bookmarkEnd w:id="0"/>
    </w:p>
    <w:p w14:paraId="3716CA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7569D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984750" w14:textId="77777777" w:rsidTr="00B819C8">
        <w:tc>
          <w:tcPr>
            <w:tcW w:w="2694" w:type="dxa"/>
            <w:vAlign w:val="center"/>
          </w:tcPr>
          <w:p w14:paraId="3369CC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E18AD7" w14:textId="77777777" w:rsidR="0085747A" w:rsidRPr="00EC5548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C5548">
              <w:rPr>
                <w:rFonts w:ascii="Corbel" w:hAnsi="Corbel"/>
                <w:sz w:val="24"/>
                <w:szCs w:val="24"/>
              </w:rPr>
              <w:t>Panel pism procesowych – Prawo rodzinne</w:t>
            </w:r>
          </w:p>
        </w:tc>
      </w:tr>
      <w:tr w:rsidR="0085747A" w:rsidRPr="009C54AE" w14:paraId="74E6608E" w14:textId="77777777" w:rsidTr="00B819C8">
        <w:tc>
          <w:tcPr>
            <w:tcW w:w="2694" w:type="dxa"/>
            <w:vAlign w:val="center"/>
          </w:tcPr>
          <w:p w14:paraId="33F4AB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585CA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E99B7F" w14:textId="77777777" w:rsidTr="00B819C8">
        <w:tc>
          <w:tcPr>
            <w:tcW w:w="2694" w:type="dxa"/>
            <w:vAlign w:val="center"/>
          </w:tcPr>
          <w:p w14:paraId="4513202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C50F53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7E51EC" w14:textId="77777777" w:rsidTr="00B819C8">
        <w:tc>
          <w:tcPr>
            <w:tcW w:w="2694" w:type="dxa"/>
            <w:vAlign w:val="center"/>
          </w:tcPr>
          <w:p w14:paraId="07FF47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0912D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69EF5801" w14:textId="77777777" w:rsidTr="00B819C8">
        <w:tc>
          <w:tcPr>
            <w:tcW w:w="2694" w:type="dxa"/>
            <w:vAlign w:val="center"/>
          </w:tcPr>
          <w:p w14:paraId="5D19BE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9FA0F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02166432" w14:textId="77777777" w:rsidTr="00B819C8">
        <w:tc>
          <w:tcPr>
            <w:tcW w:w="2694" w:type="dxa"/>
            <w:vAlign w:val="center"/>
          </w:tcPr>
          <w:p w14:paraId="1E101F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99B08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0426E6D5" w14:textId="77777777" w:rsidTr="00B819C8">
        <w:tc>
          <w:tcPr>
            <w:tcW w:w="2694" w:type="dxa"/>
            <w:vAlign w:val="center"/>
          </w:tcPr>
          <w:p w14:paraId="300E7F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8411E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6057F1" w14:textId="77777777" w:rsidTr="00B819C8">
        <w:tc>
          <w:tcPr>
            <w:tcW w:w="2694" w:type="dxa"/>
            <w:vAlign w:val="center"/>
          </w:tcPr>
          <w:p w14:paraId="63721F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1EB707" w14:textId="77777777" w:rsidR="0085747A" w:rsidRPr="009C54AE" w:rsidRDefault="00A839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72A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5A38F7" w14:textId="77777777" w:rsidTr="00B819C8">
        <w:tc>
          <w:tcPr>
            <w:tcW w:w="2694" w:type="dxa"/>
            <w:vAlign w:val="center"/>
          </w:tcPr>
          <w:p w14:paraId="581A8E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DC3E9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5/10</w:t>
            </w:r>
          </w:p>
        </w:tc>
      </w:tr>
      <w:tr w:rsidR="0085747A" w:rsidRPr="009C54AE" w14:paraId="690F975A" w14:textId="77777777" w:rsidTr="00B819C8">
        <w:tc>
          <w:tcPr>
            <w:tcW w:w="2694" w:type="dxa"/>
            <w:vAlign w:val="center"/>
          </w:tcPr>
          <w:p w14:paraId="01483D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12685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09CB6E5" w14:textId="77777777" w:rsidTr="00B819C8">
        <w:tc>
          <w:tcPr>
            <w:tcW w:w="2694" w:type="dxa"/>
            <w:vAlign w:val="center"/>
          </w:tcPr>
          <w:p w14:paraId="162E579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E364BF" w14:textId="77777777" w:rsidR="00923D7D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EC5548" w14:paraId="718B314E" w14:textId="77777777" w:rsidTr="00B819C8">
        <w:tc>
          <w:tcPr>
            <w:tcW w:w="2694" w:type="dxa"/>
            <w:vAlign w:val="center"/>
          </w:tcPr>
          <w:p w14:paraId="27216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C43DFF" w14:textId="77777777" w:rsidR="0085747A" w:rsidRPr="00EC5548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EC5548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EC554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Roman </w:t>
            </w:r>
            <w:proofErr w:type="spellStart"/>
            <w:r w:rsidRPr="00EC5548">
              <w:rPr>
                <w:rFonts w:ascii="Corbel" w:hAnsi="Corbel"/>
                <w:b w:val="0"/>
                <w:sz w:val="24"/>
                <w:szCs w:val="24"/>
                <w:lang w:val="en-GB"/>
              </w:rPr>
              <w:t>Uliasz</w:t>
            </w:r>
            <w:proofErr w:type="spellEnd"/>
            <w:r w:rsidRPr="00EC5548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14:paraId="02DF64C2" w14:textId="77777777" w:rsidTr="00B819C8">
        <w:tc>
          <w:tcPr>
            <w:tcW w:w="2694" w:type="dxa"/>
            <w:vAlign w:val="center"/>
          </w:tcPr>
          <w:p w14:paraId="03EF7D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9EA9A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14:paraId="4F2907F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42396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4BE2B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44A5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38CA4BD" w14:textId="77777777" w:rsidTr="007E1C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BE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5A0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F2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B9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0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06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A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9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7E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AB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0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261CA3" w14:textId="77777777" w:rsidTr="007E1C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B7F5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0E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09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46FC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0F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60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43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76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7F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44FB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A608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9B3F5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DA7E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2717FA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CFC27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631C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55B83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885C8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51DB38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3C53AD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3C0C10" w14:textId="6572DFC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00A7D3" w14:textId="77777777" w:rsidR="007E1C9D" w:rsidRPr="009C54AE" w:rsidRDefault="007E1C9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F46B9E" w14:textId="77777777" w:rsidTr="00745302">
        <w:tc>
          <w:tcPr>
            <w:tcW w:w="9670" w:type="dxa"/>
          </w:tcPr>
          <w:p w14:paraId="27A7AB2A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rodzinnego</w:t>
            </w:r>
          </w:p>
          <w:p w14:paraId="45E66D1A" w14:textId="2C521EC3" w:rsidR="0085747A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</w:tc>
      </w:tr>
    </w:tbl>
    <w:p w14:paraId="42D158D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97AF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FFD15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0ECEA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1A7A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87628E9" w14:textId="77777777" w:rsidTr="00923D7D">
        <w:tc>
          <w:tcPr>
            <w:tcW w:w="851" w:type="dxa"/>
            <w:vAlign w:val="center"/>
          </w:tcPr>
          <w:p w14:paraId="37CE73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ED8F7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prawa rodzinnego</w:t>
            </w:r>
          </w:p>
        </w:tc>
      </w:tr>
      <w:tr w:rsidR="0085747A" w:rsidRPr="009C54AE" w14:paraId="05023E9B" w14:textId="77777777" w:rsidTr="00923D7D">
        <w:tc>
          <w:tcPr>
            <w:tcW w:w="851" w:type="dxa"/>
            <w:vAlign w:val="center"/>
          </w:tcPr>
          <w:p w14:paraId="180C60CB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E9FFAC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4572A772" w14:textId="77777777" w:rsidTr="00923D7D">
        <w:tc>
          <w:tcPr>
            <w:tcW w:w="851" w:type="dxa"/>
            <w:vAlign w:val="center"/>
          </w:tcPr>
          <w:p w14:paraId="422880F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6E8A0EF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pisania pism procesowych z zakresu prawa rodzinnego</w:t>
            </w:r>
          </w:p>
        </w:tc>
      </w:tr>
    </w:tbl>
    <w:p w14:paraId="5A8EAA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24C5B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C2C19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91DC991" w14:textId="77777777" w:rsidTr="0071620A">
        <w:tc>
          <w:tcPr>
            <w:tcW w:w="1701" w:type="dxa"/>
            <w:vAlign w:val="center"/>
          </w:tcPr>
          <w:p w14:paraId="718AC2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3439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EC2A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3724D880" w14:textId="77777777" w:rsidTr="005E6E85">
        <w:tc>
          <w:tcPr>
            <w:tcW w:w="1701" w:type="dxa"/>
          </w:tcPr>
          <w:p w14:paraId="46CAA43B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670B532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4DEF249B" w14:textId="77777777">
              <w:trPr>
                <w:trHeight w:val="1145"/>
              </w:trPr>
              <w:tc>
                <w:tcPr>
                  <w:tcW w:w="0" w:type="auto"/>
                </w:tcPr>
                <w:p w14:paraId="3881282D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A5C3B7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F62AA1C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43EB3501" w14:textId="77777777" w:rsidTr="005E6E85">
        <w:tc>
          <w:tcPr>
            <w:tcW w:w="1701" w:type="dxa"/>
          </w:tcPr>
          <w:p w14:paraId="1B9288B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5F944CCB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5950500D" w14:textId="77777777">
              <w:trPr>
                <w:trHeight w:val="120"/>
              </w:trPr>
              <w:tc>
                <w:tcPr>
                  <w:tcW w:w="0" w:type="auto"/>
                </w:tcPr>
                <w:p w14:paraId="5752DFF0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14:paraId="2165CC03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91BEF1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FAF520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4BD81816" w14:textId="77777777" w:rsidTr="005E6E85">
        <w:tc>
          <w:tcPr>
            <w:tcW w:w="1701" w:type="dxa"/>
          </w:tcPr>
          <w:p w14:paraId="315D4C5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6347864B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6ECFD021" w14:textId="77777777">
              <w:trPr>
                <w:trHeight w:val="412"/>
              </w:trPr>
              <w:tc>
                <w:tcPr>
                  <w:tcW w:w="0" w:type="auto"/>
                </w:tcPr>
                <w:p w14:paraId="49F7C469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14:paraId="4136CFD4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570733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6007D6A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6C2B2298" w14:textId="77777777" w:rsidTr="005E6E85">
        <w:tc>
          <w:tcPr>
            <w:tcW w:w="1701" w:type="dxa"/>
          </w:tcPr>
          <w:p w14:paraId="3C20CFE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51D45E1B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5B2B0A73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1D3CB30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CADA1F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3A2ADB01" w14:textId="77777777" w:rsidTr="005E6E85">
        <w:tc>
          <w:tcPr>
            <w:tcW w:w="1701" w:type="dxa"/>
          </w:tcPr>
          <w:p w14:paraId="4DDB255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6B337741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3072E8D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35BF74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31C5B53D" w14:textId="77777777" w:rsidTr="005E6E85">
        <w:tc>
          <w:tcPr>
            <w:tcW w:w="1701" w:type="dxa"/>
          </w:tcPr>
          <w:p w14:paraId="1920784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0DB2F724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14:paraId="25BFCE2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A54C99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6A6BFF48" w14:textId="77777777" w:rsidTr="005E6E85">
        <w:tc>
          <w:tcPr>
            <w:tcW w:w="1701" w:type="dxa"/>
          </w:tcPr>
          <w:p w14:paraId="08C6BEC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14:paraId="4B91950F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2B104634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lastRenderedPageBreak/>
              <w:t>Zna i rozumie metody badawcze i narzędzia opisu, w tym techniki pozyskiwania danych właściwe dla nauk 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2A6205FE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0D8CB798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14:paraId="0FDA96D2" w14:textId="77777777" w:rsidTr="005E6E85">
        <w:tc>
          <w:tcPr>
            <w:tcW w:w="1701" w:type="dxa"/>
          </w:tcPr>
          <w:p w14:paraId="4C2D6EC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05FFD1A4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421A320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1FE3241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2B03B5E2" w14:textId="77777777" w:rsidTr="005E6E85">
        <w:tc>
          <w:tcPr>
            <w:tcW w:w="1701" w:type="dxa"/>
          </w:tcPr>
          <w:p w14:paraId="4FD8BA6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4873D02B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14:paraId="1E05D7C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13435E0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62275EB9" w14:textId="77777777" w:rsidTr="005E6E85">
        <w:tc>
          <w:tcPr>
            <w:tcW w:w="1701" w:type="dxa"/>
          </w:tcPr>
          <w:p w14:paraId="48655AF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735FBAF3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14:paraId="3A93FAD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A0A8F4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1B69C7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14B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381E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05EF5FC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FB4328" w14:textId="77777777" w:rsidTr="00923D7D">
        <w:tc>
          <w:tcPr>
            <w:tcW w:w="9639" w:type="dxa"/>
          </w:tcPr>
          <w:p w14:paraId="4B39BC5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78C0A0" w14:textId="77777777" w:rsidTr="00923D7D">
        <w:tc>
          <w:tcPr>
            <w:tcW w:w="9639" w:type="dxa"/>
          </w:tcPr>
          <w:p w14:paraId="424BF813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25B1F707" w14:textId="77777777" w:rsidTr="00923D7D">
        <w:tc>
          <w:tcPr>
            <w:tcW w:w="9639" w:type="dxa"/>
          </w:tcPr>
          <w:p w14:paraId="6E82A99E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rozwód w oparciu o dyskusję</w:t>
            </w:r>
          </w:p>
        </w:tc>
      </w:tr>
      <w:tr w:rsidR="00C10360" w:rsidRPr="009C54AE" w14:paraId="441181E5" w14:textId="77777777" w:rsidTr="00923D7D">
        <w:tc>
          <w:tcPr>
            <w:tcW w:w="9639" w:type="dxa"/>
          </w:tcPr>
          <w:p w14:paraId="375E9F4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podział majątku wspólnego w oparciu o dyskusję</w:t>
            </w:r>
          </w:p>
        </w:tc>
      </w:tr>
      <w:tr w:rsidR="00C10360" w:rsidRPr="009C54AE" w14:paraId="18882CD7" w14:textId="77777777" w:rsidTr="00923D7D">
        <w:tc>
          <w:tcPr>
            <w:tcW w:w="9639" w:type="dxa"/>
          </w:tcPr>
          <w:p w14:paraId="6EB107E1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ustalenie ojcostwa w oparciu o dyskusję</w:t>
            </w:r>
          </w:p>
        </w:tc>
      </w:tr>
      <w:tr w:rsidR="00C10360" w:rsidRPr="009C54AE" w14:paraId="45E8035A" w14:textId="77777777" w:rsidTr="00923D7D">
        <w:tc>
          <w:tcPr>
            <w:tcW w:w="9639" w:type="dxa"/>
          </w:tcPr>
          <w:p w14:paraId="3B2CEF6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zaprzeczenie ojcostwa w oparciu o dyskusję</w:t>
            </w:r>
          </w:p>
        </w:tc>
      </w:tr>
      <w:tr w:rsidR="00C10360" w:rsidRPr="009C54AE" w14:paraId="67A1D0B7" w14:textId="77777777" w:rsidTr="00923D7D">
        <w:tc>
          <w:tcPr>
            <w:tcW w:w="9639" w:type="dxa"/>
          </w:tcPr>
          <w:p w14:paraId="70D5667D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ograniczenie władzy rodzicielskiej  </w:t>
            </w:r>
          </w:p>
          <w:p w14:paraId="45C9BE9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5F467A2" w14:textId="77777777" w:rsidTr="00923D7D">
        <w:tc>
          <w:tcPr>
            <w:tcW w:w="9639" w:type="dxa"/>
          </w:tcPr>
          <w:p w14:paraId="45D0F437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wniosek o pozbawienie władzy rodzicielskiej </w:t>
            </w:r>
          </w:p>
          <w:p w14:paraId="7C35C5DB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151D3A0" w14:textId="77777777" w:rsidTr="00923D7D">
        <w:tc>
          <w:tcPr>
            <w:tcW w:w="9639" w:type="dxa"/>
          </w:tcPr>
          <w:p w14:paraId="7C387C1A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ustalenie kontaktów z dzieckiem oraz wniosku </w:t>
            </w:r>
          </w:p>
          <w:p w14:paraId="1DFDF1E0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zagrożenie nakazaniem zapłaty sumy pieniężnej za niewykonanie obowiązków </w:t>
            </w:r>
          </w:p>
          <w:p w14:paraId="3234DEBD" w14:textId="77777777" w:rsidR="00C10360" w:rsidRPr="00E73581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wynikających z orzeczenia w przedmiocie kontaktów z dzieckiem w oparciu o dyskusję</w:t>
            </w:r>
          </w:p>
        </w:tc>
      </w:tr>
      <w:tr w:rsidR="00C10360" w:rsidRPr="009C54AE" w14:paraId="7B1B87BB" w14:textId="77777777" w:rsidTr="00923D7D">
        <w:tc>
          <w:tcPr>
            <w:tcW w:w="9639" w:type="dxa"/>
          </w:tcPr>
          <w:p w14:paraId="2B30683C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przysposobienie w oparciu o dyskusję</w:t>
            </w:r>
          </w:p>
        </w:tc>
      </w:tr>
      <w:tr w:rsidR="00C10360" w:rsidRPr="009C54AE" w14:paraId="433F47CF" w14:textId="77777777" w:rsidTr="00923D7D">
        <w:tc>
          <w:tcPr>
            <w:tcW w:w="9639" w:type="dxa"/>
          </w:tcPr>
          <w:p w14:paraId="6A330B2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alimenty w oparciu o dyskusję</w:t>
            </w:r>
          </w:p>
        </w:tc>
      </w:tr>
      <w:tr w:rsidR="00C10360" w:rsidRPr="009C54AE" w14:paraId="4ED36408" w14:textId="77777777" w:rsidTr="00923D7D">
        <w:tc>
          <w:tcPr>
            <w:tcW w:w="9639" w:type="dxa"/>
          </w:tcPr>
          <w:p w14:paraId="6DB2A0F8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ustanowienie adwokata lub radcy prawnego</w:t>
            </w:r>
          </w:p>
          <w:p w14:paraId="78D642F3" w14:textId="77777777" w:rsidR="00C10360" w:rsidRPr="00A45A81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141EA4FA" w14:textId="77777777" w:rsidTr="00923D7D">
        <w:tc>
          <w:tcPr>
            <w:tcW w:w="9639" w:type="dxa"/>
          </w:tcPr>
          <w:p w14:paraId="1EB15535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majątkowej małżeńskiej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38BE181B" w14:textId="77777777" w:rsidTr="00923D7D">
        <w:tc>
          <w:tcPr>
            <w:tcW w:w="9639" w:type="dxa"/>
          </w:tcPr>
          <w:p w14:paraId="76ABD2AC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>apelacji w sprawie rozwodowej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E73581" w:rsidRPr="009C54AE" w14:paraId="130CE70C" w14:textId="77777777" w:rsidTr="00923D7D">
        <w:tc>
          <w:tcPr>
            <w:tcW w:w="9639" w:type="dxa"/>
          </w:tcPr>
          <w:p w14:paraId="6FAF94F4" w14:textId="77777777" w:rsidR="00C10360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w sprawie o zaprzeczenie ojcostwa </w:t>
            </w:r>
          </w:p>
          <w:p w14:paraId="3DF249FB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6A8D0A32" w14:textId="77777777" w:rsidTr="00923D7D">
        <w:tc>
          <w:tcPr>
            <w:tcW w:w="9639" w:type="dxa"/>
          </w:tcPr>
          <w:p w14:paraId="7108680F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14:paraId="3FCD1F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2BCA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F6EAA6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7C2603AE" w14:textId="77777777" w:rsidR="007E1C9D" w:rsidRDefault="007E1C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4A9CA" w14:textId="4B32EFCA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4268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B3F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880EA6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0D49633B" w14:textId="77777777" w:rsidTr="00E439BC">
        <w:tc>
          <w:tcPr>
            <w:tcW w:w="1695" w:type="dxa"/>
            <w:vAlign w:val="center"/>
          </w:tcPr>
          <w:p w14:paraId="58A6AE80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0D81472F" w14:textId="780E3A21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E1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3949205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65B28947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37B24C07" w14:textId="77777777" w:rsidTr="00E439BC">
        <w:tc>
          <w:tcPr>
            <w:tcW w:w="1695" w:type="dxa"/>
          </w:tcPr>
          <w:p w14:paraId="53707A44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1D0F6683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0B80D879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72DC60F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8FD4D6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58906CF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2FF06A5D" w14:textId="77777777" w:rsidTr="00E439BC">
        <w:tc>
          <w:tcPr>
            <w:tcW w:w="1695" w:type="dxa"/>
          </w:tcPr>
          <w:p w14:paraId="4E1B76C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0EA82F52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201CC883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652C28C4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6A24C815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0B451F3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5CC0BD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FC4719B" w14:textId="77777777" w:rsidTr="00E439BC">
        <w:tc>
          <w:tcPr>
            <w:tcW w:w="1695" w:type="dxa"/>
          </w:tcPr>
          <w:p w14:paraId="352D517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269B40B6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0CBE0B1C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2D0E50F9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1945258B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1BCDAD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523F6E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FDF79D6" w14:textId="77777777" w:rsidTr="00E439BC">
        <w:tc>
          <w:tcPr>
            <w:tcW w:w="1695" w:type="dxa"/>
          </w:tcPr>
          <w:p w14:paraId="2E47383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7D44D8B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53AE7E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9331ABC" w14:textId="77777777" w:rsidTr="00E439BC">
        <w:tc>
          <w:tcPr>
            <w:tcW w:w="1695" w:type="dxa"/>
          </w:tcPr>
          <w:p w14:paraId="4B51D65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1D97B78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06837D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8120A2A" w14:textId="77777777" w:rsidTr="00E439BC">
        <w:tc>
          <w:tcPr>
            <w:tcW w:w="1695" w:type="dxa"/>
          </w:tcPr>
          <w:p w14:paraId="589559C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74A27CC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189931A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2AFC234B" w14:textId="77777777" w:rsidTr="00E439BC">
        <w:tc>
          <w:tcPr>
            <w:tcW w:w="1695" w:type="dxa"/>
          </w:tcPr>
          <w:p w14:paraId="771CBFD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24F8084D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A63352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65B2F6D2" w14:textId="77777777" w:rsidTr="00E439BC">
        <w:tc>
          <w:tcPr>
            <w:tcW w:w="1695" w:type="dxa"/>
          </w:tcPr>
          <w:p w14:paraId="25E2B83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05C1996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F27D21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6642A1AA" w14:textId="77777777" w:rsidTr="00E439BC">
        <w:tc>
          <w:tcPr>
            <w:tcW w:w="1695" w:type="dxa"/>
          </w:tcPr>
          <w:p w14:paraId="1DB3C0E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13FC96B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C2DDB4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443F1DE3" w14:textId="77777777" w:rsidTr="00E439BC">
        <w:tc>
          <w:tcPr>
            <w:tcW w:w="1695" w:type="dxa"/>
          </w:tcPr>
          <w:p w14:paraId="2540D34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42F6CA9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10C72E1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46A73E4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CD748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AADBBD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6866549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FDF526E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F78D981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0BBCC0" w14:textId="056A061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454D23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5345A84" w14:textId="77777777" w:rsidTr="00923D7D">
        <w:tc>
          <w:tcPr>
            <w:tcW w:w="9670" w:type="dxa"/>
          </w:tcPr>
          <w:p w14:paraId="33D533E3" w14:textId="6A3CFD55"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14:paraId="148145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91C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B50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E1D1691" w14:textId="77777777" w:rsidTr="003E1941">
        <w:tc>
          <w:tcPr>
            <w:tcW w:w="4962" w:type="dxa"/>
            <w:vAlign w:val="center"/>
          </w:tcPr>
          <w:p w14:paraId="6B2440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163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E3EE0" w14:textId="77777777" w:rsidTr="00923D7D">
        <w:tc>
          <w:tcPr>
            <w:tcW w:w="4962" w:type="dxa"/>
          </w:tcPr>
          <w:p w14:paraId="1CF793A4" w14:textId="6456BD1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E1C9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E7C1AF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DC9932" w14:textId="77777777" w:rsidTr="00923D7D">
        <w:tc>
          <w:tcPr>
            <w:tcW w:w="4962" w:type="dxa"/>
          </w:tcPr>
          <w:p w14:paraId="75BEEB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52A7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DD74F4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5706BE1" w14:textId="77777777" w:rsidTr="00923D7D">
        <w:tc>
          <w:tcPr>
            <w:tcW w:w="4962" w:type="dxa"/>
          </w:tcPr>
          <w:p w14:paraId="48EDE3D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4B60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CDE900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61444A71" w14:textId="77777777" w:rsidTr="00923D7D">
        <w:tc>
          <w:tcPr>
            <w:tcW w:w="4962" w:type="dxa"/>
          </w:tcPr>
          <w:p w14:paraId="74E790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9F386B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1942C5A1" w14:textId="77777777" w:rsidTr="00923D7D">
        <w:tc>
          <w:tcPr>
            <w:tcW w:w="4962" w:type="dxa"/>
          </w:tcPr>
          <w:p w14:paraId="13E8CEB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4EC0AE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1A472F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DBB1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A875C" w14:textId="7E11093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="007E1C9D">
        <w:rPr>
          <w:rFonts w:ascii="Corbel" w:hAnsi="Corbel"/>
          <w:smallCaps w:val="0"/>
          <w:szCs w:val="24"/>
        </w:rPr>
        <w:t xml:space="preserve"> </w:t>
      </w:r>
    </w:p>
    <w:p w14:paraId="7197C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6AB0FE" w14:textId="77777777" w:rsidTr="0071620A">
        <w:trPr>
          <w:trHeight w:val="397"/>
        </w:trPr>
        <w:tc>
          <w:tcPr>
            <w:tcW w:w="3544" w:type="dxa"/>
          </w:tcPr>
          <w:p w14:paraId="6607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47B154" w14:textId="7EE8D2BA" w:rsidR="0085747A" w:rsidRPr="009C54AE" w:rsidRDefault="007E1C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50354EC" w14:textId="77777777" w:rsidTr="0071620A">
        <w:trPr>
          <w:trHeight w:val="397"/>
        </w:trPr>
        <w:tc>
          <w:tcPr>
            <w:tcW w:w="3544" w:type="dxa"/>
          </w:tcPr>
          <w:p w14:paraId="6314D3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F2285D" w14:textId="68897BCA" w:rsidR="0085747A" w:rsidRPr="009C54AE" w:rsidRDefault="007E1C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BDDB3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2CF6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009C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37035FD" w14:textId="77777777" w:rsidTr="0071620A">
        <w:trPr>
          <w:trHeight w:val="397"/>
        </w:trPr>
        <w:tc>
          <w:tcPr>
            <w:tcW w:w="7513" w:type="dxa"/>
          </w:tcPr>
          <w:p w14:paraId="0589366F" w14:textId="7D5ED23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1C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B28B86" w14:textId="77777777" w:rsidR="007E1C9D" w:rsidRPr="007E1C9D" w:rsidRDefault="007E1C9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BFA06FA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J.M. Łukasiewicz,</w:t>
            </w:r>
            <w:r w:rsidR="00E97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Łukasiewicz,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41EAB00A" w14:textId="77777777" w:rsidR="00E57EDB" w:rsidRPr="009C54AE" w:rsidRDefault="00527ECC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Haak-Trzuskawska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</w:tc>
      </w:tr>
      <w:tr w:rsidR="0085747A" w:rsidRPr="009C54AE" w14:paraId="04D53D8C" w14:textId="77777777" w:rsidTr="0071620A">
        <w:trPr>
          <w:trHeight w:val="397"/>
        </w:trPr>
        <w:tc>
          <w:tcPr>
            <w:tcW w:w="7513" w:type="dxa"/>
          </w:tcPr>
          <w:p w14:paraId="62D41A40" w14:textId="119F78E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1C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DEE4555" w14:textId="77777777" w:rsidR="007E1C9D" w:rsidRPr="007E1C9D" w:rsidRDefault="007E1C9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E00064D" w14:textId="77777777" w:rsid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proofErr w:type="spellStart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Osajda</w:t>
            </w:r>
            <w:proofErr w:type="spellEnd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61FEBE3E" w14:textId="77777777" w:rsidR="00527ECC" w:rsidRP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Pietrzykowski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</w:tc>
      </w:tr>
    </w:tbl>
    <w:p w14:paraId="03A6E2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465C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6EB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C17FA" w14:textId="77777777" w:rsidR="00BE12D0" w:rsidRDefault="00BE12D0" w:rsidP="00C16ABF">
      <w:pPr>
        <w:spacing w:after="0" w:line="240" w:lineRule="auto"/>
      </w:pPr>
      <w:r>
        <w:separator/>
      </w:r>
    </w:p>
  </w:endnote>
  <w:endnote w:type="continuationSeparator" w:id="0">
    <w:p w14:paraId="0CDACABD" w14:textId="77777777" w:rsidR="00BE12D0" w:rsidRDefault="00BE12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84082" w14:textId="77777777" w:rsidR="00BE12D0" w:rsidRDefault="00BE12D0" w:rsidP="00C16ABF">
      <w:pPr>
        <w:spacing w:after="0" w:line="240" w:lineRule="auto"/>
      </w:pPr>
      <w:r>
        <w:separator/>
      </w:r>
    </w:p>
  </w:footnote>
  <w:footnote w:type="continuationSeparator" w:id="0">
    <w:p w14:paraId="089124C9" w14:textId="77777777" w:rsidR="00BE12D0" w:rsidRDefault="00BE12D0" w:rsidP="00C16ABF">
      <w:pPr>
        <w:spacing w:after="0" w:line="240" w:lineRule="auto"/>
      </w:pPr>
      <w:r>
        <w:continuationSeparator/>
      </w:r>
    </w:p>
  </w:footnote>
  <w:footnote w:id="1">
    <w:p w14:paraId="2B79F9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0980"/>
    <w:rsid w:val="00543ACC"/>
    <w:rsid w:val="00543DF2"/>
    <w:rsid w:val="0056696D"/>
    <w:rsid w:val="005679F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9D"/>
    <w:rsid w:val="007F4155"/>
    <w:rsid w:val="0081554D"/>
    <w:rsid w:val="0081707E"/>
    <w:rsid w:val="008449B3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97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839CD"/>
    <w:rsid w:val="00A84C85"/>
    <w:rsid w:val="00A97DE1"/>
    <w:rsid w:val="00AB053C"/>
    <w:rsid w:val="00AB20F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E12D0"/>
    <w:rsid w:val="00BF2C41"/>
    <w:rsid w:val="00C058B4"/>
    <w:rsid w:val="00C05F44"/>
    <w:rsid w:val="00C10360"/>
    <w:rsid w:val="00C131B5"/>
    <w:rsid w:val="00C16ABF"/>
    <w:rsid w:val="00C170AE"/>
    <w:rsid w:val="00C26CB7"/>
    <w:rsid w:val="00C3181E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8E3"/>
    <w:rsid w:val="00D552B2"/>
    <w:rsid w:val="00D608D1"/>
    <w:rsid w:val="00D74119"/>
    <w:rsid w:val="00D8075B"/>
    <w:rsid w:val="00D8678B"/>
    <w:rsid w:val="00D87967"/>
    <w:rsid w:val="00DA2114"/>
    <w:rsid w:val="00DE09C0"/>
    <w:rsid w:val="00DE4A14"/>
    <w:rsid w:val="00DF320D"/>
    <w:rsid w:val="00DF71C8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73581"/>
    <w:rsid w:val="00E77E88"/>
    <w:rsid w:val="00E8107D"/>
    <w:rsid w:val="00E960BB"/>
    <w:rsid w:val="00E97202"/>
    <w:rsid w:val="00EA2074"/>
    <w:rsid w:val="00EA4832"/>
    <w:rsid w:val="00EA4E9D"/>
    <w:rsid w:val="00EC4899"/>
    <w:rsid w:val="00EC5548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E5AA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A4DBA-ABCB-44C2-B7FA-F7665793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1148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3</cp:revision>
  <cp:lastPrinted>2019-02-06T12:12:00Z</cp:lastPrinted>
  <dcterms:created xsi:type="dcterms:W3CDTF">2022-01-24T09:53:00Z</dcterms:created>
  <dcterms:modified xsi:type="dcterms:W3CDTF">2022-01-31T12:45:00Z</dcterms:modified>
</cp:coreProperties>
</file>